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3C" w:rsidRDefault="008D4B32">
      <w:bookmarkStart w:id="0" w:name="_GoBack"/>
      <w:bookmarkEnd w:id="0"/>
      <w:r>
        <w:rPr>
          <w:noProof/>
        </w:rPr>
        <w:drawing>
          <wp:inline distT="0" distB="0" distL="0" distR="0">
            <wp:extent cx="8914714" cy="57531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14" t="17187" r="11418" b="17774"/>
                    <a:stretch/>
                  </pic:blipFill>
                  <pic:spPr bwMode="auto">
                    <a:xfrm>
                      <a:off x="0" y="0"/>
                      <a:ext cx="8914714" cy="575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/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8992609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2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31" t="18750" r="11871" b="22266"/>
                    <a:stretch/>
                  </pic:blipFill>
                  <pic:spPr bwMode="auto">
                    <a:xfrm>
                      <a:off x="0" y="0"/>
                      <a:ext cx="8992609" cy="548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/>
    <w:p w:rsidR="008D4B32" w:rsidRDefault="008D4B32"/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9145352" cy="5629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3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21" t="17577" r="10362" b="20508"/>
                    <a:stretch/>
                  </pic:blipFill>
                  <pic:spPr bwMode="auto">
                    <a:xfrm>
                      <a:off x="0" y="0"/>
                      <a:ext cx="9145352" cy="562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/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9363045" cy="58197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4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28" t="18359" r="9910" b="19726"/>
                    <a:stretch/>
                  </pic:blipFill>
                  <pic:spPr bwMode="auto">
                    <a:xfrm>
                      <a:off x="0" y="0"/>
                      <a:ext cx="9363045" cy="5819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/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8524875" cy="5899143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5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85" t="16406" r="12324" b="17774"/>
                    <a:stretch/>
                  </pic:blipFill>
                  <pic:spPr bwMode="auto">
                    <a:xfrm>
                      <a:off x="0" y="0"/>
                      <a:ext cx="8524875" cy="5899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8972550" cy="574316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6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32" t="17383" r="12476" b="21485"/>
                    <a:stretch/>
                  </pic:blipFill>
                  <pic:spPr bwMode="auto">
                    <a:xfrm>
                      <a:off x="0" y="0"/>
                      <a:ext cx="8972550" cy="57431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/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8353425" cy="6321078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7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67" t="18164" r="10061" b="4688"/>
                    <a:stretch/>
                  </pic:blipFill>
                  <pic:spPr bwMode="auto">
                    <a:xfrm>
                      <a:off x="0" y="0"/>
                      <a:ext cx="8353425" cy="6321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8772525" cy="594582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8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02" t="20899" r="9608" b="7617"/>
                    <a:stretch/>
                  </pic:blipFill>
                  <pic:spPr bwMode="auto">
                    <a:xfrm>
                      <a:off x="0" y="0"/>
                      <a:ext cx="8772525" cy="5945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8667750" cy="627165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9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54" t="18750" r="9607" b="5078"/>
                    <a:stretch/>
                  </pic:blipFill>
                  <pic:spPr bwMode="auto">
                    <a:xfrm>
                      <a:off x="0" y="0"/>
                      <a:ext cx="8667750" cy="62716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8763000" cy="6620159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10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25" t="18749" r="11570" b="7032"/>
                    <a:stretch/>
                  </pic:blipFill>
                  <pic:spPr bwMode="auto">
                    <a:xfrm>
                      <a:off x="0" y="0"/>
                      <a:ext cx="8763000" cy="66201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>
      <w:r>
        <w:rPr>
          <w:noProof/>
        </w:rPr>
        <w:lastRenderedPageBreak/>
        <w:drawing>
          <wp:inline distT="0" distB="0" distL="0" distR="0">
            <wp:extent cx="8848725" cy="5465913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11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78" t="18359" r="12021" b="21680"/>
                    <a:stretch/>
                  </pic:blipFill>
                  <pic:spPr bwMode="auto">
                    <a:xfrm>
                      <a:off x="0" y="0"/>
                      <a:ext cx="8848725" cy="5465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/>
    <w:p w:rsidR="008D4B32" w:rsidRDefault="008D4B32"/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8876239" cy="6105525"/>
            <wp:effectExtent l="0" t="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12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16" t="19727" r="8250" b="8398"/>
                    <a:stretch/>
                  </pic:blipFill>
                  <pic:spPr bwMode="auto">
                    <a:xfrm>
                      <a:off x="0" y="0"/>
                      <a:ext cx="8876239" cy="6105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/>
    <w:p w:rsidR="008D4B32" w:rsidRDefault="008D4B32"/>
    <w:p w:rsidR="008D4B32" w:rsidRDefault="008D4B32">
      <w:r>
        <w:rPr>
          <w:noProof/>
        </w:rPr>
        <w:lastRenderedPageBreak/>
        <w:drawing>
          <wp:inline distT="0" distB="0" distL="0" distR="0">
            <wp:extent cx="8858250" cy="659957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13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65" t="19531" r="13381" b="7421"/>
                    <a:stretch/>
                  </pic:blipFill>
                  <pic:spPr bwMode="auto">
                    <a:xfrm>
                      <a:off x="0" y="0"/>
                      <a:ext cx="8858250" cy="65995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B32" w:rsidRDefault="008D4B32">
      <w:r>
        <w:rPr>
          <w:noProof/>
        </w:rPr>
        <w:lastRenderedPageBreak/>
        <w:drawing>
          <wp:inline distT="0" distB="0" distL="0" distR="0">
            <wp:extent cx="9001125" cy="644675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ger Figure 14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63" t="19336" r="11267" b="8203"/>
                    <a:stretch/>
                  </pic:blipFill>
                  <pic:spPr bwMode="auto">
                    <a:xfrm>
                      <a:off x="0" y="0"/>
                      <a:ext cx="9001125" cy="64467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D4B32" w:rsidSect="008D4B3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B32"/>
    <w:rsid w:val="0059413C"/>
    <w:rsid w:val="008D4B32"/>
    <w:rsid w:val="00F6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4F2A3376</Template>
  <TotalTime>1</TotalTime>
  <Pages>14</Pages>
  <Words>8</Words>
  <Characters>48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Children's Hospital &amp; Medical Center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Wasikowski, Beth</dc:creator>
  <cp:lastModifiedBy>Nelson, Christine</cp:lastModifiedBy>
  <cp:revision>2</cp:revision>
  <dcterms:created xsi:type="dcterms:W3CDTF">2017-12-18T19:34:00Z</dcterms:created>
  <dcterms:modified xsi:type="dcterms:W3CDTF">2017-12-18T19:34:00Z</dcterms:modified>
</cp:coreProperties>
</file>